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414CA" w14:textId="77777777" w:rsidR="006E5D65" w:rsidRPr="005A0A3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A0A3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D8678B" w:rsidRPr="005A0A3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A0A30">
        <w:rPr>
          <w:rFonts w:ascii="Corbel" w:hAnsi="Corbel"/>
          <w:bCs/>
          <w:i/>
          <w:sz w:val="24"/>
          <w:szCs w:val="24"/>
        </w:rPr>
        <w:t>1.5</w:t>
      </w:r>
      <w:r w:rsidR="00D8678B" w:rsidRPr="005A0A3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A0A3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A0A3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A0A30">
        <w:rPr>
          <w:rFonts w:ascii="Corbel" w:hAnsi="Corbel"/>
          <w:bCs/>
          <w:i/>
          <w:sz w:val="24"/>
          <w:szCs w:val="24"/>
        </w:rPr>
        <w:t>12/2019</w:t>
      </w:r>
    </w:p>
    <w:p w14:paraId="56E921C9" w14:textId="77777777" w:rsidR="00506E96" w:rsidRPr="00506E96" w:rsidRDefault="00506E96" w:rsidP="00506E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06E96">
        <w:rPr>
          <w:rFonts w:ascii="Corbel" w:hAnsi="Corbel"/>
          <w:b/>
          <w:smallCaps/>
          <w:sz w:val="24"/>
          <w:szCs w:val="24"/>
        </w:rPr>
        <w:t>SYLABUS</w:t>
      </w:r>
    </w:p>
    <w:p w14:paraId="48C209CA" w14:textId="77777777" w:rsidR="00506E96" w:rsidRPr="00506E96" w:rsidRDefault="00506E96" w:rsidP="00506E9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06E96">
        <w:rPr>
          <w:rFonts w:ascii="Corbel" w:hAnsi="Corbel"/>
          <w:b/>
          <w:smallCaps/>
          <w:sz w:val="24"/>
          <w:szCs w:val="24"/>
        </w:rPr>
        <w:t>dotyczy cyklu kształcenia</w:t>
      </w:r>
      <w:r w:rsidRPr="00506E96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56FE6831" w14:textId="77777777" w:rsidR="00506E96" w:rsidRPr="00506E96" w:rsidRDefault="00506E96" w:rsidP="00506E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06E96">
        <w:rPr>
          <w:rFonts w:ascii="Corbel" w:hAnsi="Corbel"/>
          <w:sz w:val="20"/>
          <w:szCs w:val="20"/>
        </w:rPr>
        <w:tab/>
      </w:r>
      <w:r w:rsidRPr="00506E96">
        <w:rPr>
          <w:rFonts w:ascii="Corbel" w:hAnsi="Corbel"/>
          <w:sz w:val="20"/>
          <w:szCs w:val="20"/>
        </w:rPr>
        <w:tab/>
      </w:r>
      <w:r w:rsidRPr="00506E96">
        <w:rPr>
          <w:rFonts w:ascii="Corbel" w:hAnsi="Corbel"/>
          <w:sz w:val="20"/>
          <w:szCs w:val="20"/>
        </w:rPr>
        <w:tab/>
      </w:r>
      <w:r w:rsidRPr="00506E96">
        <w:rPr>
          <w:rFonts w:ascii="Corbel" w:hAnsi="Corbel"/>
          <w:sz w:val="20"/>
          <w:szCs w:val="20"/>
        </w:rPr>
        <w:tab/>
      </w:r>
      <w:r w:rsidRPr="00506E96">
        <w:rPr>
          <w:rFonts w:ascii="Corbel" w:hAnsi="Corbel"/>
          <w:sz w:val="20"/>
          <w:szCs w:val="20"/>
        </w:rPr>
        <w:tab/>
        <w:t>Rok akademicki   2020/2021</w:t>
      </w:r>
    </w:p>
    <w:p w14:paraId="25EA2F08" w14:textId="77777777" w:rsidR="0085747A" w:rsidRPr="005A0A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41B128F" w14:textId="77777777" w:rsidR="0085747A" w:rsidRPr="005A0A3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A0A30">
        <w:rPr>
          <w:rFonts w:ascii="Corbel" w:hAnsi="Corbel"/>
          <w:szCs w:val="24"/>
        </w:rPr>
        <w:t xml:space="preserve">1. </w:t>
      </w:r>
      <w:r w:rsidR="0085747A" w:rsidRPr="005A0A30">
        <w:rPr>
          <w:rFonts w:ascii="Corbel" w:hAnsi="Corbel"/>
          <w:szCs w:val="24"/>
        </w:rPr>
        <w:t xml:space="preserve">Podstawowe </w:t>
      </w:r>
      <w:r w:rsidR="00445970" w:rsidRPr="005A0A3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A0A30" w14:paraId="1577EEA6" w14:textId="77777777" w:rsidTr="00A07B6E">
        <w:tc>
          <w:tcPr>
            <w:tcW w:w="2694" w:type="dxa"/>
            <w:vAlign w:val="center"/>
          </w:tcPr>
          <w:p w14:paraId="3DA3CAD2" w14:textId="77777777" w:rsidR="0085747A" w:rsidRPr="005A0A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FA8B015" w14:textId="77777777" w:rsidR="0085747A" w:rsidRPr="00A07B6E" w:rsidRDefault="00A07B6E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Praktyka zawodowa</w:t>
            </w:r>
          </w:p>
        </w:tc>
      </w:tr>
      <w:tr w:rsidR="0085747A" w:rsidRPr="005A0A30" w14:paraId="503B36B6" w14:textId="77777777" w:rsidTr="00A07B6E">
        <w:tc>
          <w:tcPr>
            <w:tcW w:w="2694" w:type="dxa"/>
            <w:vAlign w:val="center"/>
          </w:tcPr>
          <w:p w14:paraId="350B01B0" w14:textId="77777777" w:rsidR="0085747A" w:rsidRPr="005A0A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A0A3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24C9D4D" w14:textId="78CDBDA6" w:rsidR="0085747A" w:rsidRPr="00A07B6E" w:rsidRDefault="00A07B6E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A17D61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A07B6E">
              <w:rPr>
                <w:rFonts w:ascii="Corbel" w:hAnsi="Corbel"/>
                <w:b w:val="0"/>
                <w:sz w:val="24"/>
                <w:szCs w:val="24"/>
              </w:rPr>
              <w:t>[2]O_08</w:t>
            </w:r>
          </w:p>
        </w:tc>
      </w:tr>
      <w:tr w:rsidR="0085747A" w:rsidRPr="005A0A30" w14:paraId="7A01218F" w14:textId="77777777" w:rsidTr="00A07B6E">
        <w:tc>
          <w:tcPr>
            <w:tcW w:w="2694" w:type="dxa"/>
            <w:vAlign w:val="center"/>
          </w:tcPr>
          <w:p w14:paraId="0AAED69D" w14:textId="77777777" w:rsidR="0085747A" w:rsidRPr="005A0A3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A0A3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06BFE21" w14:textId="77777777" w:rsidR="0085747A" w:rsidRPr="00A07B6E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A0A30" w14:paraId="52BF4915" w14:textId="77777777" w:rsidTr="00A07B6E">
        <w:tc>
          <w:tcPr>
            <w:tcW w:w="2694" w:type="dxa"/>
            <w:vAlign w:val="center"/>
          </w:tcPr>
          <w:p w14:paraId="1871689B" w14:textId="77777777" w:rsidR="0085747A" w:rsidRPr="005A0A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1C6CD50" w14:textId="77777777" w:rsidR="0085747A" w:rsidRPr="00A07B6E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A0A30" w14:paraId="6D9AC0A8" w14:textId="77777777" w:rsidTr="00A07B6E">
        <w:tc>
          <w:tcPr>
            <w:tcW w:w="2694" w:type="dxa"/>
            <w:vAlign w:val="center"/>
          </w:tcPr>
          <w:p w14:paraId="0F638E5D" w14:textId="77777777" w:rsidR="0085747A" w:rsidRPr="005A0A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9593031" w14:textId="77777777" w:rsidR="0085747A" w:rsidRPr="00A07B6E" w:rsidRDefault="00C853D3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5A0A30" w14:paraId="76598182" w14:textId="77777777" w:rsidTr="00A07B6E">
        <w:tc>
          <w:tcPr>
            <w:tcW w:w="2694" w:type="dxa"/>
            <w:vAlign w:val="center"/>
          </w:tcPr>
          <w:p w14:paraId="64DDECC8" w14:textId="77777777" w:rsidR="0085747A" w:rsidRPr="005A0A3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0D1A952" w14:textId="77777777" w:rsidR="0085747A" w:rsidRPr="00A07B6E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07B6E" w:rsidRPr="00A07B6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07B6E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3C1B86" w:rsidRPr="005A0A30" w14:paraId="080ECB5B" w14:textId="77777777" w:rsidTr="00A07B6E">
        <w:tc>
          <w:tcPr>
            <w:tcW w:w="2694" w:type="dxa"/>
            <w:vAlign w:val="center"/>
          </w:tcPr>
          <w:p w14:paraId="62CA4672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4FD64C0" w14:textId="77777777" w:rsidR="003C1B86" w:rsidRPr="00A07B6E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7B6E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3C1B86" w:rsidRPr="005A0A30" w14:paraId="1B26B8AB" w14:textId="77777777" w:rsidTr="00A07B6E">
        <w:tc>
          <w:tcPr>
            <w:tcW w:w="2694" w:type="dxa"/>
            <w:vAlign w:val="center"/>
          </w:tcPr>
          <w:p w14:paraId="3A9C1EFA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25D2A26" w14:textId="3FF70866" w:rsidR="003C1B86" w:rsidRPr="005A0A30" w:rsidRDefault="00A17D61" w:rsidP="0007721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</w:t>
            </w:r>
            <w:r w:rsidR="00A07B6E">
              <w:rPr>
                <w:rFonts w:ascii="Corbel" w:hAnsi="Corbel"/>
                <w:sz w:val="24"/>
                <w:szCs w:val="24"/>
              </w:rPr>
              <w:t>s</w:t>
            </w:r>
            <w:r w:rsidR="003C1B86" w:rsidRPr="005A0A30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3C1B86" w:rsidRPr="005A0A30" w14:paraId="4E1F6F0C" w14:textId="77777777" w:rsidTr="00A07B6E">
        <w:tc>
          <w:tcPr>
            <w:tcW w:w="2694" w:type="dxa"/>
            <w:vAlign w:val="center"/>
          </w:tcPr>
          <w:p w14:paraId="378728D3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736030A" w14:textId="77777777" w:rsidR="003C1B86" w:rsidRPr="005A0A30" w:rsidRDefault="00A07B6E" w:rsidP="00A07B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1 i 2</w:t>
            </w:r>
            <w:r w:rsidR="003C1B86" w:rsidRPr="005A0A30">
              <w:rPr>
                <w:rFonts w:ascii="Corbel" w:hAnsi="Corbel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sz w:val="24"/>
                <w:szCs w:val="24"/>
              </w:rPr>
              <w:t>II i III</w:t>
            </w:r>
          </w:p>
        </w:tc>
      </w:tr>
      <w:tr w:rsidR="003C1B86" w:rsidRPr="005A0A30" w14:paraId="0DBA021D" w14:textId="77777777" w:rsidTr="00A07B6E">
        <w:tc>
          <w:tcPr>
            <w:tcW w:w="2694" w:type="dxa"/>
            <w:vAlign w:val="center"/>
          </w:tcPr>
          <w:p w14:paraId="26F40617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A9A54F4" w14:textId="77777777" w:rsidR="003C1B86" w:rsidRPr="005A0A30" w:rsidRDefault="00077212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podstawowy</w:t>
            </w:r>
          </w:p>
        </w:tc>
      </w:tr>
      <w:tr w:rsidR="003C1B86" w:rsidRPr="005A0A30" w14:paraId="7EE07B04" w14:textId="77777777" w:rsidTr="00A07B6E">
        <w:tc>
          <w:tcPr>
            <w:tcW w:w="2694" w:type="dxa"/>
            <w:vAlign w:val="center"/>
          </w:tcPr>
          <w:p w14:paraId="33EFD48C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2B9D9AD" w14:textId="77777777" w:rsidR="003C1B86" w:rsidRPr="005A0A3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="003C1B86" w:rsidRPr="005A0A30" w14:paraId="3E4EED60" w14:textId="77777777" w:rsidTr="00A07B6E">
        <w:tc>
          <w:tcPr>
            <w:tcW w:w="2694" w:type="dxa"/>
            <w:vAlign w:val="center"/>
          </w:tcPr>
          <w:p w14:paraId="04DC3900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F8361E3" w14:textId="77777777" w:rsidR="003C1B86" w:rsidRPr="005A0A3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  <w:tr w:rsidR="003C1B86" w:rsidRPr="005A0A30" w14:paraId="1E9BA7D5" w14:textId="77777777" w:rsidTr="00A07B6E">
        <w:tc>
          <w:tcPr>
            <w:tcW w:w="2694" w:type="dxa"/>
            <w:vAlign w:val="center"/>
          </w:tcPr>
          <w:p w14:paraId="74F54048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FB00423" w14:textId="77777777" w:rsidR="003C1B86" w:rsidRPr="005A0A30" w:rsidRDefault="00A07B6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Opiekun praktyki w miejscu odbywania praktyki zawodowej</w:t>
            </w:r>
          </w:p>
        </w:tc>
      </w:tr>
    </w:tbl>
    <w:p w14:paraId="54824642" w14:textId="77777777" w:rsidR="0085747A" w:rsidRPr="005A0A3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* </w:t>
      </w:r>
      <w:r w:rsidRPr="005A0A30">
        <w:rPr>
          <w:rFonts w:ascii="Corbel" w:hAnsi="Corbel"/>
          <w:i/>
          <w:sz w:val="24"/>
          <w:szCs w:val="24"/>
        </w:rPr>
        <w:t>-</w:t>
      </w:r>
      <w:r w:rsidR="00B90885" w:rsidRPr="005A0A3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A0A30">
        <w:rPr>
          <w:rFonts w:ascii="Corbel" w:hAnsi="Corbel"/>
          <w:b w:val="0"/>
          <w:sz w:val="24"/>
          <w:szCs w:val="24"/>
        </w:rPr>
        <w:t>e,</w:t>
      </w:r>
      <w:r w:rsidRPr="005A0A30">
        <w:rPr>
          <w:rFonts w:ascii="Corbel" w:hAnsi="Corbel"/>
          <w:i/>
          <w:sz w:val="24"/>
          <w:szCs w:val="24"/>
        </w:rPr>
        <w:t xml:space="preserve"> </w:t>
      </w:r>
      <w:r w:rsidRPr="005A0A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A0A30">
        <w:rPr>
          <w:rFonts w:ascii="Corbel" w:hAnsi="Corbel"/>
          <w:b w:val="0"/>
          <w:i/>
          <w:sz w:val="24"/>
          <w:szCs w:val="24"/>
        </w:rPr>
        <w:t>w Jednostce</w:t>
      </w:r>
    </w:p>
    <w:p w14:paraId="24CE2E71" w14:textId="77777777" w:rsidR="00923D7D" w:rsidRPr="005A0A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D85E13" w14:textId="77777777" w:rsidR="0085747A" w:rsidRPr="005A0A3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>1.</w:t>
      </w:r>
      <w:r w:rsidR="00E22FBC" w:rsidRPr="005A0A30">
        <w:rPr>
          <w:rFonts w:ascii="Corbel" w:hAnsi="Corbel"/>
          <w:sz w:val="24"/>
          <w:szCs w:val="24"/>
        </w:rPr>
        <w:t>1</w:t>
      </w:r>
      <w:r w:rsidRPr="005A0A3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B9DBB25" w14:textId="77777777" w:rsidR="00923D7D" w:rsidRPr="005A0A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A0A30" w14:paraId="7BC0318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55C7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Semestr</w:t>
            </w:r>
          </w:p>
          <w:p w14:paraId="02E49D3F" w14:textId="77777777" w:rsidR="00015B8F" w:rsidRPr="005A0A3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(</w:t>
            </w:r>
            <w:r w:rsidR="00363F78" w:rsidRPr="005A0A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275F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024CE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D3A4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42E7D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719E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B65C7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8A05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785B6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14AD2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A0A30">
              <w:rPr>
                <w:rFonts w:ascii="Corbel" w:hAnsi="Corbel"/>
                <w:b/>
                <w:szCs w:val="24"/>
              </w:rPr>
              <w:t>Liczba pkt</w:t>
            </w:r>
            <w:r w:rsidR="00B90885" w:rsidRPr="005A0A30">
              <w:rPr>
                <w:rFonts w:ascii="Corbel" w:hAnsi="Corbel"/>
                <w:b/>
                <w:szCs w:val="24"/>
              </w:rPr>
              <w:t>.</w:t>
            </w:r>
            <w:r w:rsidRPr="005A0A3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A0A30" w14:paraId="73AAFD1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0C30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5DAF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F104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1C9E" w14:textId="77777777" w:rsidR="00015B8F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9E1D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614C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AB9B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163A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7C65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19E9" w14:textId="77777777" w:rsidR="00015B8F" w:rsidRPr="005A0A30" w:rsidRDefault="00F45E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25169" w:rsidRPr="005A0A30" w14:paraId="4EB583D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9E4B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E25169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5560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0B36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E1A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49DD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6286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9436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93D1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753E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ADD5" w14:textId="77777777" w:rsidR="00E25169" w:rsidRPr="005A0A30" w:rsidRDefault="00F45E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8FC98A" w14:textId="77777777" w:rsidR="00923D7D" w:rsidRPr="005A0A3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338554" w14:textId="77777777" w:rsidR="00923D7D" w:rsidRPr="005A0A3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8ECB52" w14:textId="77777777" w:rsidR="0085747A" w:rsidRPr="005A0A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>1.</w:t>
      </w:r>
      <w:r w:rsidR="00E22FBC" w:rsidRPr="005A0A30">
        <w:rPr>
          <w:rFonts w:ascii="Corbel" w:hAnsi="Corbel"/>
          <w:smallCaps w:val="0"/>
          <w:szCs w:val="24"/>
        </w:rPr>
        <w:t>2</w:t>
      </w:r>
      <w:r w:rsidR="00F83B28" w:rsidRPr="005A0A30">
        <w:rPr>
          <w:rFonts w:ascii="Corbel" w:hAnsi="Corbel"/>
          <w:smallCaps w:val="0"/>
          <w:szCs w:val="24"/>
        </w:rPr>
        <w:t>.</w:t>
      </w:r>
      <w:r w:rsidR="00F83B28" w:rsidRPr="005A0A30">
        <w:rPr>
          <w:rFonts w:ascii="Corbel" w:hAnsi="Corbel"/>
          <w:smallCaps w:val="0"/>
          <w:szCs w:val="24"/>
        </w:rPr>
        <w:tab/>
      </w:r>
      <w:r w:rsidRPr="005A0A30">
        <w:rPr>
          <w:rFonts w:ascii="Corbel" w:hAnsi="Corbel"/>
          <w:smallCaps w:val="0"/>
          <w:szCs w:val="24"/>
        </w:rPr>
        <w:t xml:space="preserve">Sposób realizacji zajęć  </w:t>
      </w:r>
    </w:p>
    <w:p w14:paraId="7B1AE087" w14:textId="77777777" w:rsidR="0085747A" w:rsidRPr="005A0A30" w:rsidRDefault="003C1B8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eastAsia="MS Gothic" w:hAnsi="Corbel" w:cs="MS Gothic"/>
          <w:i/>
          <w:szCs w:val="24"/>
        </w:rPr>
        <w:t>X</w:t>
      </w:r>
      <w:r w:rsidR="0085747A" w:rsidRPr="005A0A3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1248FC8" w14:textId="77777777" w:rsidR="001C690E" w:rsidRPr="00AB3E49" w:rsidRDefault="00077212" w:rsidP="001C6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7212">
        <w:rPr>
          <w:rFonts w:ascii="MS Gothic" w:eastAsia="MS Gothic" w:hAnsi="MS Gothic" w:cs="MS Gothic"/>
          <w:b w:val="0"/>
          <w:szCs w:val="24"/>
        </w:rPr>
        <w:t>[]</w:t>
      </w:r>
      <w:r w:rsidR="001C690E" w:rsidRPr="00AB3E4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2ACC580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216ACF" w14:textId="77777777" w:rsidR="00E22FBC" w:rsidRPr="005A0A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1.3 </w:t>
      </w:r>
      <w:r w:rsidR="00F83B28" w:rsidRPr="005A0A30">
        <w:rPr>
          <w:rFonts w:ascii="Corbel" w:hAnsi="Corbel"/>
          <w:smallCaps w:val="0"/>
          <w:szCs w:val="24"/>
        </w:rPr>
        <w:tab/>
      </w:r>
      <w:r w:rsidRPr="005A0A30">
        <w:rPr>
          <w:rFonts w:ascii="Corbel" w:hAnsi="Corbel"/>
          <w:smallCaps w:val="0"/>
          <w:szCs w:val="24"/>
        </w:rPr>
        <w:t>For</w:t>
      </w:r>
      <w:r w:rsidR="00445970" w:rsidRPr="005A0A30">
        <w:rPr>
          <w:rFonts w:ascii="Corbel" w:hAnsi="Corbel"/>
          <w:smallCaps w:val="0"/>
          <w:szCs w:val="24"/>
        </w:rPr>
        <w:t xml:space="preserve">ma zaliczenia przedmiotu </w:t>
      </w:r>
      <w:r w:rsidRPr="005A0A30">
        <w:rPr>
          <w:rFonts w:ascii="Corbel" w:hAnsi="Corbel"/>
          <w:smallCaps w:val="0"/>
          <w:szCs w:val="24"/>
        </w:rPr>
        <w:t xml:space="preserve"> (z toku) </w:t>
      </w:r>
      <w:r w:rsidRPr="005A0A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0B6097" w14:textId="77777777" w:rsidR="00E960BB" w:rsidRPr="005A0A30" w:rsidRDefault="00E251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14:paraId="19856616" w14:textId="77777777" w:rsidR="003C1B86" w:rsidRDefault="003C1B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AA1CAE" w14:textId="77777777" w:rsidR="00546E19" w:rsidRDefault="00546E1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B0C02" w14:textId="77777777" w:rsidR="00546E19" w:rsidRDefault="00546E1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A8AFE6" w14:textId="77777777" w:rsidR="00546E19" w:rsidRPr="005A0A30" w:rsidRDefault="00546E1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0D81A" w14:textId="77777777" w:rsidR="00E960BB" w:rsidRPr="005A0A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A0A30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A0A30" w14:paraId="0531F810" w14:textId="77777777" w:rsidTr="00745302">
        <w:tc>
          <w:tcPr>
            <w:tcW w:w="9670" w:type="dxa"/>
          </w:tcPr>
          <w:p w14:paraId="401F5D93" w14:textId="77777777" w:rsidR="0085747A" w:rsidRDefault="00A07B6E" w:rsidP="00A07B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Ustalane przez instytucję przyjmującą na praktyki zawodowe</w:t>
            </w:r>
          </w:p>
          <w:p w14:paraId="0E559B42" w14:textId="77777777" w:rsidR="00A07B6E" w:rsidRPr="005A0A30" w:rsidRDefault="00A07B6E" w:rsidP="00A07B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906436B" w14:textId="77777777" w:rsidR="00153C41" w:rsidRPr="005A0A3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555642" w14:textId="77777777" w:rsidR="0085747A" w:rsidRPr="005A0A3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A0A30">
        <w:rPr>
          <w:rFonts w:ascii="Corbel" w:hAnsi="Corbel"/>
          <w:szCs w:val="24"/>
        </w:rPr>
        <w:t>3.</w:t>
      </w:r>
      <w:r w:rsidR="0085747A" w:rsidRPr="005A0A30">
        <w:rPr>
          <w:rFonts w:ascii="Corbel" w:hAnsi="Corbel"/>
          <w:szCs w:val="24"/>
        </w:rPr>
        <w:t xml:space="preserve"> </w:t>
      </w:r>
      <w:r w:rsidR="00A84C85" w:rsidRPr="005A0A30">
        <w:rPr>
          <w:rFonts w:ascii="Corbel" w:hAnsi="Corbel"/>
          <w:szCs w:val="24"/>
        </w:rPr>
        <w:t>cele, efekty uczenia się</w:t>
      </w:r>
      <w:r w:rsidR="0085747A" w:rsidRPr="005A0A30">
        <w:rPr>
          <w:rFonts w:ascii="Corbel" w:hAnsi="Corbel"/>
          <w:szCs w:val="24"/>
        </w:rPr>
        <w:t xml:space="preserve"> , treści Programowe i stosowane metody Dydaktyczne</w:t>
      </w:r>
    </w:p>
    <w:p w14:paraId="54DAFB84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EFD31D" w14:textId="77777777" w:rsidR="0085747A" w:rsidRPr="005A0A3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3.1 </w:t>
      </w:r>
      <w:r w:rsidR="00C05F44" w:rsidRPr="005A0A30">
        <w:rPr>
          <w:rFonts w:ascii="Corbel" w:hAnsi="Corbel"/>
          <w:sz w:val="24"/>
          <w:szCs w:val="24"/>
        </w:rPr>
        <w:t>Cele przedmiotu</w:t>
      </w:r>
    </w:p>
    <w:p w14:paraId="5E82E968" w14:textId="77777777" w:rsidR="00F83B28" w:rsidRPr="005A0A3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25169" w:rsidRPr="005A0A30" w14:paraId="42BFEFC2" w14:textId="77777777" w:rsidTr="002A1836">
        <w:tc>
          <w:tcPr>
            <w:tcW w:w="851" w:type="dxa"/>
            <w:vAlign w:val="center"/>
          </w:tcPr>
          <w:p w14:paraId="5F412DF2" w14:textId="77777777" w:rsidR="00E25169" w:rsidRPr="005A0A30" w:rsidRDefault="00E251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0A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628C7DB8" w14:textId="77777777" w:rsidR="00E25169" w:rsidRPr="00E25169" w:rsidRDefault="00A07B6E" w:rsidP="00E251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333336">
              <w:rPr>
                <w:rFonts w:ascii="Corbel" w:hAnsi="Corbel"/>
                <w:sz w:val="24"/>
                <w:szCs w:val="24"/>
              </w:rPr>
              <w:t xml:space="preserve">codziennym </w:t>
            </w:r>
            <w:r>
              <w:rPr>
                <w:rFonts w:ascii="Corbel" w:hAnsi="Corbel"/>
                <w:sz w:val="24"/>
                <w:szCs w:val="24"/>
              </w:rPr>
              <w:t>funkcjonowaniem instytucji, w której odbywa się praktykę</w:t>
            </w:r>
          </w:p>
        </w:tc>
      </w:tr>
      <w:tr w:rsidR="00A07B6E" w:rsidRPr="005A0A30" w14:paraId="51D72694" w14:textId="77777777" w:rsidTr="002A1836">
        <w:tc>
          <w:tcPr>
            <w:tcW w:w="851" w:type="dxa"/>
            <w:vAlign w:val="center"/>
          </w:tcPr>
          <w:p w14:paraId="585DBF3D" w14:textId="77777777" w:rsidR="00A07B6E" w:rsidRPr="005A0A30" w:rsidRDefault="00A07B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1F7E783B" w14:textId="77777777" w:rsidR="00A07B6E" w:rsidRDefault="00A07B6E" w:rsidP="00E251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76345B">
              <w:rPr>
                <w:rFonts w:ascii="Corbel" w:hAnsi="Corbel"/>
                <w:sz w:val="24"/>
                <w:szCs w:val="24"/>
              </w:rPr>
              <w:t>umiejętności</w:t>
            </w:r>
            <w:r>
              <w:rPr>
                <w:rFonts w:ascii="Corbel" w:hAnsi="Corbel"/>
                <w:sz w:val="24"/>
                <w:szCs w:val="24"/>
              </w:rPr>
              <w:t xml:space="preserve"> wsparcia socjalnego w zakresie działalności instytucji przyjmującej na praktykę</w:t>
            </w:r>
          </w:p>
        </w:tc>
      </w:tr>
    </w:tbl>
    <w:p w14:paraId="45EFEFFB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D63F76" w14:textId="77777777" w:rsidR="001D7B54" w:rsidRPr="005A0A3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 xml:space="preserve">3.2 </w:t>
      </w:r>
      <w:r w:rsidR="001D7B54" w:rsidRPr="005A0A30">
        <w:rPr>
          <w:rFonts w:ascii="Corbel" w:hAnsi="Corbel"/>
          <w:b/>
          <w:sz w:val="24"/>
          <w:szCs w:val="24"/>
        </w:rPr>
        <w:t xml:space="preserve">Efekty </w:t>
      </w:r>
      <w:r w:rsidR="00C05F44" w:rsidRPr="005A0A3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A0A30">
        <w:rPr>
          <w:rFonts w:ascii="Corbel" w:hAnsi="Corbel"/>
          <w:b/>
          <w:sz w:val="24"/>
          <w:szCs w:val="24"/>
        </w:rPr>
        <w:t>dla przedmiotu</w:t>
      </w:r>
      <w:r w:rsidR="00445970" w:rsidRPr="005A0A30">
        <w:rPr>
          <w:rFonts w:ascii="Corbel" w:hAnsi="Corbel"/>
          <w:sz w:val="24"/>
          <w:szCs w:val="24"/>
        </w:rPr>
        <w:t xml:space="preserve"> </w:t>
      </w:r>
    </w:p>
    <w:p w14:paraId="564D4C16" w14:textId="77777777" w:rsidR="001D7B54" w:rsidRPr="005A0A3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A0A30" w14:paraId="17DEEAA0" w14:textId="77777777" w:rsidTr="0071620A">
        <w:tc>
          <w:tcPr>
            <w:tcW w:w="1701" w:type="dxa"/>
            <w:vAlign w:val="center"/>
          </w:tcPr>
          <w:p w14:paraId="6E6CC700" w14:textId="77777777" w:rsidR="0085747A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A0A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A0A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1B3120" w14:textId="77777777" w:rsidR="0085747A" w:rsidRPr="005A0A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43888A4" w14:textId="77777777" w:rsidR="0085747A" w:rsidRPr="005A0A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A0A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A0A30" w14:paraId="03CCAD7C" w14:textId="77777777" w:rsidTr="00A07B6E">
        <w:tc>
          <w:tcPr>
            <w:tcW w:w="1701" w:type="dxa"/>
            <w:vAlign w:val="center"/>
          </w:tcPr>
          <w:p w14:paraId="5DDBB6F1" w14:textId="77777777" w:rsidR="0085747A" w:rsidRPr="005A0A30" w:rsidRDefault="0085747A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0A3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51062BF1" w14:textId="77777777" w:rsidR="0085747A" w:rsidRPr="005A0A30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wiedzę dotyczącą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>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lności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 której odbywa praktykę i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potrafi wykorzystywać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tę wiedzę do rozwiazywania typowych i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nietypowych problemów</w:t>
            </w:r>
          </w:p>
        </w:tc>
        <w:tc>
          <w:tcPr>
            <w:tcW w:w="1873" w:type="dxa"/>
            <w:vAlign w:val="center"/>
          </w:tcPr>
          <w:p w14:paraId="74D0A812" w14:textId="77777777" w:rsidR="0085747A" w:rsidRPr="005A0A30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K_W13, K_U04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07B6E" w:rsidRPr="005A0A30" w14:paraId="11BEEDE9" w14:textId="77777777" w:rsidTr="00A07B6E">
        <w:tc>
          <w:tcPr>
            <w:tcW w:w="1701" w:type="dxa"/>
            <w:vAlign w:val="center"/>
          </w:tcPr>
          <w:p w14:paraId="5E2813BC" w14:textId="77777777" w:rsidR="00A07B6E" w:rsidRPr="005A0A30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4289FB26" w14:textId="77777777" w:rsidR="00A07B6E" w:rsidRPr="005A0A30" w:rsidRDefault="00A07B6E" w:rsidP="003E68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>posiada umiejętność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wykonywanej aktywnie, z wrażliwością, etycznie i prawidłowo komunikując się ze współpracownikami</w:t>
            </w:r>
          </w:p>
        </w:tc>
        <w:tc>
          <w:tcPr>
            <w:tcW w:w="1873" w:type="dxa"/>
            <w:vAlign w:val="center"/>
          </w:tcPr>
          <w:p w14:paraId="4274B134" w14:textId="77777777" w:rsidR="00A07B6E" w:rsidRPr="00A07B6E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B6E">
              <w:rPr>
                <w:rFonts w:ascii="Corbel" w:hAnsi="Corbel"/>
                <w:b w:val="0"/>
                <w:smallCaps w:val="0"/>
                <w:szCs w:val="24"/>
              </w:rPr>
              <w:t>K_U08, K_K04</w:t>
            </w:r>
          </w:p>
        </w:tc>
      </w:tr>
    </w:tbl>
    <w:p w14:paraId="64B9CB33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B54F46" w14:textId="77777777" w:rsidR="0085747A" w:rsidRPr="005A0A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>3.3</w:t>
      </w:r>
      <w:r w:rsidR="001D7B54" w:rsidRPr="005A0A30">
        <w:rPr>
          <w:rFonts w:ascii="Corbel" w:hAnsi="Corbel"/>
          <w:b/>
          <w:sz w:val="24"/>
          <w:szCs w:val="24"/>
        </w:rPr>
        <w:t xml:space="preserve"> </w:t>
      </w:r>
      <w:r w:rsidR="0085747A" w:rsidRPr="005A0A30">
        <w:rPr>
          <w:rFonts w:ascii="Corbel" w:hAnsi="Corbel"/>
          <w:b/>
          <w:sz w:val="24"/>
          <w:szCs w:val="24"/>
        </w:rPr>
        <w:t>T</w:t>
      </w:r>
      <w:r w:rsidR="001D7B54" w:rsidRPr="005A0A3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A0A30">
        <w:rPr>
          <w:rFonts w:ascii="Corbel" w:hAnsi="Corbel"/>
          <w:sz w:val="24"/>
          <w:szCs w:val="24"/>
        </w:rPr>
        <w:t xml:space="preserve">  </w:t>
      </w:r>
    </w:p>
    <w:p w14:paraId="34AF11EA" w14:textId="77777777" w:rsidR="0085747A" w:rsidRPr="005A0A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Problematyka wykładu </w:t>
      </w:r>
    </w:p>
    <w:p w14:paraId="3B4EFD8C" w14:textId="77777777" w:rsidR="00675843" w:rsidRPr="005A0A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A0A30" w14:paraId="20E54BA2" w14:textId="77777777" w:rsidTr="00923D7D">
        <w:tc>
          <w:tcPr>
            <w:tcW w:w="9639" w:type="dxa"/>
          </w:tcPr>
          <w:p w14:paraId="6061BEE5" w14:textId="77777777" w:rsidR="0085747A" w:rsidRPr="005A0A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A0A30" w14:paraId="0797CB58" w14:textId="77777777" w:rsidTr="00923D7D">
        <w:tc>
          <w:tcPr>
            <w:tcW w:w="9639" w:type="dxa"/>
          </w:tcPr>
          <w:p w14:paraId="179343AC" w14:textId="77777777" w:rsidR="0085747A" w:rsidRPr="005A0A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A0A30" w14:paraId="48363639" w14:textId="77777777" w:rsidTr="00923D7D">
        <w:tc>
          <w:tcPr>
            <w:tcW w:w="9639" w:type="dxa"/>
          </w:tcPr>
          <w:p w14:paraId="6560A8BD" w14:textId="77777777" w:rsidR="0085747A" w:rsidRPr="005A0A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A0A30" w14:paraId="20F9C8DC" w14:textId="77777777" w:rsidTr="00923D7D">
        <w:tc>
          <w:tcPr>
            <w:tcW w:w="9639" w:type="dxa"/>
          </w:tcPr>
          <w:p w14:paraId="62CB0132" w14:textId="77777777" w:rsidR="0085747A" w:rsidRPr="005A0A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99B76C4" w14:textId="77777777" w:rsidR="00546E19" w:rsidRDefault="00546E1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2804AF" w14:textId="77777777" w:rsidR="00546E19" w:rsidRPr="005A0A30" w:rsidRDefault="00546E1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48925B" w14:textId="77777777" w:rsidR="0085747A" w:rsidRPr="005A0A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A0A30">
        <w:rPr>
          <w:rFonts w:ascii="Corbel" w:hAnsi="Corbel"/>
          <w:sz w:val="24"/>
          <w:szCs w:val="24"/>
        </w:rPr>
        <w:t xml:space="preserve">, </w:t>
      </w:r>
      <w:r w:rsidRPr="005A0A30">
        <w:rPr>
          <w:rFonts w:ascii="Corbel" w:hAnsi="Corbel"/>
          <w:sz w:val="24"/>
          <w:szCs w:val="24"/>
        </w:rPr>
        <w:t xml:space="preserve">zajęć praktycznych </w:t>
      </w:r>
    </w:p>
    <w:p w14:paraId="19236C4D" w14:textId="77777777" w:rsidR="0085747A" w:rsidRPr="005A0A3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A0A30" w14:paraId="05466E47" w14:textId="77777777" w:rsidTr="00923D7D">
        <w:tc>
          <w:tcPr>
            <w:tcW w:w="9639" w:type="dxa"/>
          </w:tcPr>
          <w:p w14:paraId="7EFE8522" w14:textId="77777777" w:rsidR="0085747A" w:rsidRPr="005A0A3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25169" w:rsidRPr="005A0A30" w14:paraId="20571239" w14:textId="77777777" w:rsidTr="00923D7D">
        <w:tc>
          <w:tcPr>
            <w:tcW w:w="9639" w:type="dxa"/>
          </w:tcPr>
          <w:p w14:paraId="7A015642" w14:textId="77777777" w:rsidR="00E25169" w:rsidRPr="00A07B6E" w:rsidRDefault="00A07B6E" w:rsidP="00E25169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r w:rsidRPr="00A07B6E">
              <w:rPr>
                <w:rFonts w:ascii="Corbel" w:hAnsi="Corbel"/>
                <w:i/>
                <w:sz w:val="24"/>
                <w:szCs w:val="24"/>
              </w:rPr>
              <w:t>Ustalane przez opiekuna praktyk</w:t>
            </w:r>
          </w:p>
        </w:tc>
      </w:tr>
      <w:tr w:rsidR="00E25169" w:rsidRPr="005A0A30" w14:paraId="343BFE06" w14:textId="77777777" w:rsidTr="00923D7D">
        <w:tc>
          <w:tcPr>
            <w:tcW w:w="9639" w:type="dxa"/>
          </w:tcPr>
          <w:p w14:paraId="4762CC14" w14:textId="77777777" w:rsidR="00E25169" w:rsidRPr="00E25169" w:rsidRDefault="00E25169" w:rsidP="00E2516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C8CEF16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BD2710" w14:textId="77777777" w:rsidR="0085747A" w:rsidRPr="005A0A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>3.4 Metody dydaktyczne</w:t>
      </w:r>
      <w:r w:rsidRPr="005A0A30">
        <w:rPr>
          <w:rFonts w:ascii="Corbel" w:hAnsi="Corbel"/>
          <w:b w:val="0"/>
          <w:smallCaps w:val="0"/>
          <w:szCs w:val="24"/>
        </w:rPr>
        <w:t xml:space="preserve"> </w:t>
      </w:r>
    </w:p>
    <w:p w14:paraId="04906543" w14:textId="77777777" w:rsidR="00E960BB" w:rsidRPr="00A07B6E" w:rsidRDefault="00A07B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A07B6E">
        <w:rPr>
          <w:rFonts w:ascii="Corbel" w:hAnsi="Corbel"/>
          <w:b w:val="0"/>
          <w:i/>
          <w:szCs w:val="24"/>
        </w:rPr>
        <w:t>Ustalane przez opiekuna praktyk</w:t>
      </w:r>
    </w:p>
    <w:p w14:paraId="328963A7" w14:textId="77777777" w:rsidR="00A07B6E" w:rsidRPr="005A0A30" w:rsidRDefault="00A07B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0CCDE" w14:textId="77777777" w:rsidR="0085747A" w:rsidRPr="005A0A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5A0A30">
        <w:rPr>
          <w:rFonts w:ascii="Corbel" w:hAnsi="Corbel"/>
          <w:smallCaps w:val="0"/>
          <w:szCs w:val="24"/>
        </w:rPr>
        <w:t>METODY I KRYTERIA OCENY</w:t>
      </w:r>
      <w:r w:rsidR="009F4610" w:rsidRPr="005A0A30">
        <w:rPr>
          <w:rFonts w:ascii="Corbel" w:hAnsi="Corbel"/>
          <w:smallCaps w:val="0"/>
          <w:szCs w:val="24"/>
        </w:rPr>
        <w:t xml:space="preserve"> </w:t>
      </w:r>
    </w:p>
    <w:p w14:paraId="0E803A44" w14:textId="77777777" w:rsidR="0085747A" w:rsidRPr="005A0A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A0A3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A0A30" w14:paraId="53910DFD" w14:textId="77777777" w:rsidTr="00C05F44">
        <w:tc>
          <w:tcPr>
            <w:tcW w:w="1985" w:type="dxa"/>
            <w:vAlign w:val="center"/>
          </w:tcPr>
          <w:p w14:paraId="6847FF78" w14:textId="77777777" w:rsidR="0085747A" w:rsidRPr="005A0A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D208459" w14:textId="77777777" w:rsidR="0085747A" w:rsidRPr="005A0A3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82176F" w14:textId="77777777" w:rsidR="0085747A" w:rsidRPr="005A0A3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0C9D3A4" w14:textId="77777777" w:rsidR="00923D7D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C91E03" w14:textId="77777777" w:rsidR="0085747A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C300B" w:rsidRPr="005A0A30" w14:paraId="265DE42A" w14:textId="77777777" w:rsidTr="008B0148">
        <w:tc>
          <w:tcPr>
            <w:tcW w:w="1985" w:type="dxa"/>
          </w:tcPr>
          <w:p w14:paraId="7ED285E3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0A3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Merge w:val="restart"/>
            <w:vAlign w:val="center"/>
          </w:tcPr>
          <w:p w14:paraId="6D6753A4" w14:textId="77777777" w:rsidR="000C300B" w:rsidRPr="005A0A30" w:rsidRDefault="00A07B6E" w:rsidP="008B014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7B6E">
              <w:rPr>
                <w:rFonts w:ascii="Corbel" w:hAnsi="Corbel"/>
                <w:i/>
                <w:sz w:val="24"/>
                <w:szCs w:val="24"/>
              </w:rPr>
              <w:t>Ustalane przez opiekuna praktyk</w:t>
            </w:r>
          </w:p>
        </w:tc>
        <w:tc>
          <w:tcPr>
            <w:tcW w:w="2126" w:type="dxa"/>
            <w:vMerge w:val="restart"/>
            <w:vAlign w:val="center"/>
          </w:tcPr>
          <w:p w14:paraId="3000B649" w14:textId="77777777" w:rsidR="000C300B" w:rsidRPr="005A0A30" w:rsidRDefault="00A07B6E" w:rsidP="000C300B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Praktyki zawodowe</w:t>
            </w:r>
            <w:r w:rsidR="00E2516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C300B" w:rsidRPr="005A0A30" w14:paraId="21CFC904" w14:textId="77777777" w:rsidTr="00C05F44">
        <w:tc>
          <w:tcPr>
            <w:tcW w:w="1985" w:type="dxa"/>
          </w:tcPr>
          <w:p w14:paraId="7B06EA55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0A3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5358BF3B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0EAD1A1F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C300B" w:rsidRPr="005A0A30" w14:paraId="2B378483" w14:textId="77777777" w:rsidTr="00C05F44">
        <w:tc>
          <w:tcPr>
            <w:tcW w:w="1985" w:type="dxa"/>
          </w:tcPr>
          <w:p w14:paraId="3B5F694F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0A3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5657C0C8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7F8BA4A0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BE36F22" w14:textId="77777777" w:rsidR="00923D7D" w:rsidRPr="005A0A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2B2127" w14:textId="77777777" w:rsidR="0085747A" w:rsidRPr="005A0A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4.2 </w:t>
      </w:r>
      <w:r w:rsidR="0085747A" w:rsidRPr="005A0A3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A0A3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A0A30" w14:paraId="31142C07" w14:textId="77777777" w:rsidTr="00923D7D">
        <w:tc>
          <w:tcPr>
            <w:tcW w:w="9670" w:type="dxa"/>
          </w:tcPr>
          <w:p w14:paraId="24A398AE" w14:textId="77777777" w:rsidR="0085747A" w:rsidRDefault="00A07B6E" w:rsidP="007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Terminowe dostarczenie koordynatorowi zajęć </w:t>
            </w:r>
            <w:r w:rsidR="0076345B">
              <w:rPr>
                <w:rFonts w:ascii="Corbel" w:hAnsi="Corbel"/>
                <w:b w:val="0"/>
                <w:smallCaps w:val="0"/>
                <w:szCs w:val="24"/>
              </w:rPr>
              <w:t>poprawnie wypełnionych dokumentów poświadczających realizację praktyk</w:t>
            </w:r>
            <w:r w:rsidR="00333336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6345B">
              <w:rPr>
                <w:rFonts w:ascii="Corbel" w:hAnsi="Corbel"/>
                <w:b w:val="0"/>
                <w:smallCaps w:val="0"/>
                <w:szCs w:val="24"/>
              </w:rPr>
              <w:t xml:space="preserve"> lub poświadczających podstawy do zwolnienia z praktyk</w:t>
            </w:r>
            <w:r w:rsidR="00333336">
              <w:rPr>
                <w:rFonts w:ascii="Corbel" w:hAnsi="Corbel"/>
                <w:b w:val="0"/>
                <w:smallCaps w:val="0"/>
                <w:szCs w:val="24"/>
              </w:rPr>
              <w:t>i</w:t>
            </w:r>
          </w:p>
          <w:p w14:paraId="332517F0" w14:textId="77777777" w:rsidR="0076345B" w:rsidRPr="001C690E" w:rsidRDefault="0076345B" w:rsidP="007634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DE9DA3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65495F" w14:textId="77777777" w:rsidR="001C690E" w:rsidRDefault="001C69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BC8FD0" w14:textId="77777777" w:rsidR="001C690E" w:rsidRDefault="001C69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5F148" w14:textId="77777777" w:rsidR="001C690E" w:rsidRPr="005A0A30" w:rsidRDefault="001C69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664560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 xml:space="preserve">5. </w:t>
      </w:r>
      <w:r w:rsidR="00C61DC5" w:rsidRPr="005A0A3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805535" w14:textId="77777777" w:rsidR="004A16B5" w:rsidRDefault="004A16B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351AA38" w14:textId="77777777" w:rsidR="004A16B5" w:rsidRPr="005A0A30" w:rsidRDefault="004A16B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I rok semestr II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A0A30" w14:paraId="1A8C8301" w14:textId="77777777" w:rsidTr="003E1941">
        <w:tc>
          <w:tcPr>
            <w:tcW w:w="4962" w:type="dxa"/>
            <w:vAlign w:val="center"/>
          </w:tcPr>
          <w:p w14:paraId="2EFC09A0" w14:textId="77777777" w:rsidR="0085747A" w:rsidRPr="005A0A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A0A3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A0A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60A0C74" w14:textId="77777777" w:rsidR="0085747A" w:rsidRPr="005A0A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A0A3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A0A3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A0A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A0A30" w14:paraId="1E1192BB" w14:textId="77777777" w:rsidTr="000C300B">
        <w:tc>
          <w:tcPr>
            <w:tcW w:w="4962" w:type="dxa"/>
          </w:tcPr>
          <w:p w14:paraId="1B8A6E12" w14:textId="77777777" w:rsidR="0085747A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G</w:t>
            </w:r>
            <w:r w:rsidR="0085747A" w:rsidRPr="005A0A3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A0A3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A0A3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A0A3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A0A3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A0A3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A0A3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8AD5E90" w14:textId="77777777" w:rsidR="0085747A" w:rsidRPr="005A0A30" w:rsidRDefault="004A16B5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C300B" w:rsidRPr="005A0A3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5A0A30" w14:paraId="01B9F788" w14:textId="77777777" w:rsidTr="000C300B">
        <w:tc>
          <w:tcPr>
            <w:tcW w:w="4962" w:type="dxa"/>
          </w:tcPr>
          <w:p w14:paraId="2336D04D" w14:textId="77777777" w:rsidR="00C61DC5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A0A3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8E1CE93" w14:textId="77777777" w:rsidR="00C61DC5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9BEA482" w14:textId="77777777" w:rsidR="00C61DC5" w:rsidRPr="005A0A30" w:rsidRDefault="00333336" w:rsidP="003333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A0A30" w14:paraId="7E6F9F11" w14:textId="77777777" w:rsidTr="000C300B">
        <w:tc>
          <w:tcPr>
            <w:tcW w:w="4962" w:type="dxa"/>
          </w:tcPr>
          <w:p w14:paraId="5659C9E3" w14:textId="77777777" w:rsidR="00C61DC5" w:rsidRPr="005A0A30" w:rsidRDefault="00C61DC5" w:rsidP="007634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6345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0A3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4DA2ED1F" w14:textId="77777777" w:rsidR="00C61DC5" w:rsidRPr="005A0A30" w:rsidRDefault="004A16B5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76345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5A0A30" w14:paraId="455986D6" w14:textId="77777777" w:rsidTr="000C300B">
        <w:tc>
          <w:tcPr>
            <w:tcW w:w="4962" w:type="dxa"/>
          </w:tcPr>
          <w:p w14:paraId="1B364318" w14:textId="77777777" w:rsidR="0085747A" w:rsidRPr="005A0A3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BB8A333" w14:textId="77777777" w:rsidR="0085747A" w:rsidRPr="005A0A30" w:rsidRDefault="00333336" w:rsidP="00AF5B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</w:t>
            </w:r>
          </w:p>
        </w:tc>
      </w:tr>
      <w:tr w:rsidR="0085747A" w:rsidRPr="005A0A30" w14:paraId="2AFAA885" w14:textId="77777777" w:rsidTr="000C300B">
        <w:tc>
          <w:tcPr>
            <w:tcW w:w="4962" w:type="dxa"/>
          </w:tcPr>
          <w:p w14:paraId="16969922" w14:textId="77777777" w:rsidR="0085747A" w:rsidRPr="005A0A3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A7D7B94" w14:textId="77777777" w:rsidR="0085747A" w:rsidRPr="005A0A30" w:rsidRDefault="004A16B5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1FC24B" w14:textId="77777777" w:rsidR="004A16B5" w:rsidRDefault="004A16B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766D9820" w14:textId="77777777" w:rsidR="004A16B5" w:rsidRDefault="004A16B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II rok III semestr</w:t>
      </w:r>
    </w:p>
    <w:p w14:paraId="6571FE95" w14:textId="77777777" w:rsidR="004A16B5" w:rsidRDefault="004A16B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A16B5" w:rsidRPr="005A0A30" w14:paraId="03896A71" w14:textId="77777777" w:rsidTr="00635E31">
        <w:tc>
          <w:tcPr>
            <w:tcW w:w="4962" w:type="dxa"/>
            <w:vAlign w:val="center"/>
          </w:tcPr>
          <w:p w14:paraId="614076D0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11AFDDB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A16B5" w:rsidRPr="005A0A30" w14:paraId="46A86E39" w14:textId="77777777" w:rsidTr="00635E31">
        <w:tc>
          <w:tcPr>
            <w:tcW w:w="4962" w:type="dxa"/>
          </w:tcPr>
          <w:p w14:paraId="49C52726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14:paraId="2B7BC7B0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5A0A3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A16B5" w:rsidRPr="005A0A30" w14:paraId="76978C18" w14:textId="77777777" w:rsidTr="00635E31">
        <w:tc>
          <w:tcPr>
            <w:tcW w:w="4962" w:type="dxa"/>
          </w:tcPr>
          <w:p w14:paraId="46995EE4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4DA3709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27DFE74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A16B5" w:rsidRPr="005A0A30" w14:paraId="27D108C0" w14:textId="77777777" w:rsidTr="00635E31">
        <w:tc>
          <w:tcPr>
            <w:tcW w:w="4962" w:type="dxa"/>
          </w:tcPr>
          <w:p w14:paraId="2EE65A66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0A3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626C143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4A16B5" w:rsidRPr="005A0A30" w14:paraId="5433D5FA" w14:textId="77777777" w:rsidTr="00635E31">
        <w:tc>
          <w:tcPr>
            <w:tcW w:w="4962" w:type="dxa"/>
          </w:tcPr>
          <w:p w14:paraId="19496653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FE736F3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</w:t>
            </w:r>
          </w:p>
        </w:tc>
      </w:tr>
      <w:tr w:rsidR="004A16B5" w:rsidRPr="005A0A30" w14:paraId="34475557" w14:textId="77777777" w:rsidTr="00635E31">
        <w:tc>
          <w:tcPr>
            <w:tcW w:w="4962" w:type="dxa"/>
          </w:tcPr>
          <w:p w14:paraId="63A4BF85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42543A24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FA1B16A" w14:textId="77777777" w:rsidR="004A16B5" w:rsidRDefault="004A16B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91FFBEF" w14:textId="77777777" w:rsidR="004A16B5" w:rsidRDefault="004A16B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B10E428" w14:textId="77777777" w:rsidR="0085747A" w:rsidRPr="005A0A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A0A3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5A0A3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0D8E54" w14:textId="77777777" w:rsidR="003E1941" w:rsidRPr="005A0A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9DE0A" w14:textId="77777777" w:rsidR="0085747A" w:rsidRPr="005A0A3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6. </w:t>
      </w:r>
      <w:r w:rsidR="0085747A" w:rsidRPr="005A0A30">
        <w:rPr>
          <w:rFonts w:ascii="Corbel" w:hAnsi="Corbel"/>
          <w:smallCaps w:val="0"/>
          <w:szCs w:val="24"/>
        </w:rPr>
        <w:t>PRAKTYKI ZAWO</w:t>
      </w:r>
      <w:r w:rsidR="009D3F3B" w:rsidRPr="005A0A30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A0A30" w14:paraId="2F46E64A" w14:textId="77777777" w:rsidTr="0071620A">
        <w:trPr>
          <w:trHeight w:val="397"/>
        </w:trPr>
        <w:tc>
          <w:tcPr>
            <w:tcW w:w="3544" w:type="dxa"/>
          </w:tcPr>
          <w:p w14:paraId="6468284E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DF3026" w14:textId="77777777" w:rsidR="0085747A" w:rsidRPr="005A0A30" w:rsidRDefault="00F45E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60 godzin</w:t>
            </w:r>
          </w:p>
        </w:tc>
      </w:tr>
      <w:tr w:rsidR="0085747A" w:rsidRPr="005A0A30" w14:paraId="3032C409" w14:textId="77777777" w:rsidTr="0071620A">
        <w:trPr>
          <w:trHeight w:val="397"/>
        </w:trPr>
        <w:tc>
          <w:tcPr>
            <w:tcW w:w="3544" w:type="dxa"/>
          </w:tcPr>
          <w:p w14:paraId="4DFD7F78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1100F97" w14:textId="77777777" w:rsidR="0085747A" w:rsidRPr="005A0A30" w:rsidRDefault="00F45E7C" w:rsidP="00F45E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zgodne z Regulaminem praktyk na kierunku praca socjalna</w:t>
            </w:r>
          </w:p>
        </w:tc>
      </w:tr>
    </w:tbl>
    <w:p w14:paraId="26975F3E" w14:textId="77777777" w:rsidR="003E1941" w:rsidRPr="005A0A3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D9C6D" w14:textId="77777777" w:rsidR="0085747A" w:rsidRPr="005A0A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7. </w:t>
      </w:r>
      <w:r w:rsidR="0085747A" w:rsidRPr="005A0A30">
        <w:rPr>
          <w:rFonts w:ascii="Corbel" w:hAnsi="Corbel"/>
          <w:smallCaps w:val="0"/>
          <w:szCs w:val="24"/>
        </w:rPr>
        <w:t>LITERATURA</w:t>
      </w:r>
      <w:r w:rsidRPr="005A0A3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5A0A30" w14:paraId="465588C0" w14:textId="77777777" w:rsidTr="00465372">
        <w:trPr>
          <w:trHeight w:val="397"/>
        </w:trPr>
        <w:tc>
          <w:tcPr>
            <w:tcW w:w="8789" w:type="dxa"/>
          </w:tcPr>
          <w:p w14:paraId="28D6BF57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5F36AD0" w14:textId="1875DB42" w:rsidR="000C300B" w:rsidRPr="00465372" w:rsidRDefault="00F45E7C" w:rsidP="008B0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Ustala opiekun praktyk</w:t>
            </w:r>
          </w:p>
        </w:tc>
      </w:tr>
      <w:tr w:rsidR="0085747A" w:rsidRPr="005A0A30" w14:paraId="35516F95" w14:textId="77777777" w:rsidTr="00465372">
        <w:trPr>
          <w:trHeight w:val="397"/>
        </w:trPr>
        <w:tc>
          <w:tcPr>
            <w:tcW w:w="8789" w:type="dxa"/>
          </w:tcPr>
          <w:p w14:paraId="7DBF59C6" w14:textId="73156FFB" w:rsidR="0076345B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0E3FC43" w14:textId="77777777" w:rsidR="000C300B" w:rsidRPr="00F45E7C" w:rsidRDefault="00F45E7C" w:rsidP="00F45E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Ustala opiekun praktyk</w:t>
            </w:r>
          </w:p>
        </w:tc>
      </w:tr>
    </w:tbl>
    <w:p w14:paraId="7BFFF2F8" w14:textId="77777777" w:rsidR="005A0A30" w:rsidRPr="005A0A30" w:rsidRDefault="005A0A30" w:rsidP="004653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190769" w14:textId="77777777" w:rsidR="0085747A" w:rsidRPr="005A0A3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A0A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A0A30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76E77" w14:textId="77777777" w:rsidR="00AF46FA" w:rsidRDefault="00AF46FA" w:rsidP="00C16ABF">
      <w:pPr>
        <w:spacing w:after="0" w:line="240" w:lineRule="auto"/>
      </w:pPr>
      <w:r>
        <w:separator/>
      </w:r>
    </w:p>
  </w:endnote>
  <w:endnote w:type="continuationSeparator" w:id="0">
    <w:p w14:paraId="11F67113" w14:textId="77777777" w:rsidR="00AF46FA" w:rsidRDefault="00AF46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741516"/>
      <w:docPartObj>
        <w:docPartGallery w:val="Page Numbers (Bottom of Page)"/>
        <w:docPartUnique/>
      </w:docPartObj>
    </w:sdtPr>
    <w:sdtEndPr/>
    <w:sdtContent>
      <w:p w14:paraId="345DE1D1" w14:textId="254FC6A6" w:rsidR="005A0A30" w:rsidRDefault="00B00B74">
        <w:pPr>
          <w:pStyle w:val="Stopka"/>
          <w:jc w:val="center"/>
        </w:pPr>
        <w:r>
          <w:fldChar w:fldCharType="begin"/>
        </w:r>
        <w:r w:rsidR="005A0A30">
          <w:instrText>PAGE   \* MERGEFORMAT</w:instrText>
        </w:r>
        <w:r>
          <w:fldChar w:fldCharType="separate"/>
        </w:r>
        <w:r w:rsidR="00506E96">
          <w:rPr>
            <w:noProof/>
          </w:rPr>
          <w:t>1</w:t>
        </w:r>
        <w:r>
          <w:fldChar w:fldCharType="end"/>
        </w:r>
      </w:p>
    </w:sdtContent>
  </w:sdt>
  <w:p w14:paraId="10ACCCEF" w14:textId="77777777" w:rsidR="005A0A30" w:rsidRDefault="005A0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0006D" w14:textId="77777777" w:rsidR="00AF46FA" w:rsidRDefault="00AF46FA" w:rsidP="00C16ABF">
      <w:pPr>
        <w:spacing w:after="0" w:line="240" w:lineRule="auto"/>
      </w:pPr>
      <w:r>
        <w:separator/>
      </w:r>
    </w:p>
  </w:footnote>
  <w:footnote w:type="continuationSeparator" w:id="0">
    <w:p w14:paraId="417229BD" w14:textId="77777777" w:rsidR="00AF46FA" w:rsidRDefault="00AF46FA" w:rsidP="00C16ABF">
      <w:pPr>
        <w:spacing w:after="0" w:line="240" w:lineRule="auto"/>
      </w:pPr>
      <w:r>
        <w:continuationSeparator/>
      </w:r>
    </w:p>
  </w:footnote>
  <w:footnote w:id="1">
    <w:p w14:paraId="3FB484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6F454C"/>
    <w:multiLevelType w:val="hybridMultilevel"/>
    <w:tmpl w:val="BD004130"/>
    <w:lvl w:ilvl="0" w:tplc="CBD2EF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56144"/>
    <w:multiLevelType w:val="hybridMultilevel"/>
    <w:tmpl w:val="8108B394"/>
    <w:lvl w:ilvl="0" w:tplc="CBD2EF7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0A7A82"/>
    <w:multiLevelType w:val="hybridMultilevel"/>
    <w:tmpl w:val="2E5E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87F"/>
    <w:rsid w:val="00015B8F"/>
    <w:rsid w:val="00022ECE"/>
    <w:rsid w:val="00022F17"/>
    <w:rsid w:val="00042A51"/>
    <w:rsid w:val="00042D2E"/>
    <w:rsid w:val="00044C82"/>
    <w:rsid w:val="00070ED6"/>
    <w:rsid w:val="000742DC"/>
    <w:rsid w:val="0007721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00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97"/>
    <w:rsid w:val="001A70D2"/>
    <w:rsid w:val="001C1ADE"/>
    <w:rsid w:val="001C690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3359"/>
    <w:rsid w:val="00281FF2"/>
    <w:rsid w:val="002857DE"/>
    <w:rsid w:val="00291567"/>
    <w:rsid w:val="00294E9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19D"/>
    <w:rsid w:val="00333336"/>
    <w:rsid w:val="003343CF"/>
    <w:rsid w:val="00344EEF"/>
    <w:rsid w:val="00346FE9"/>
    <w:rsid w:val="0034759A"/>
    <w:rsid w:val="003503F6"/>
    <w:rsid w:val="003530DD"/>
    <w:rsid w:val="00353885"/>
    <w:rsid w:val="00363F78"/>
    <w:rsid w:val="003A0A5B"/>
    <w:rsid w:val="003A1176"/>
    <w:rsid w:val="003C0BAE"/>
    <w:rsid w:val="003C1B86"/>
    <w:rsid w:val="003D18A9"/>
    <w:rsid w:val="003D6CE2"/>
    <w:rsid w:val="003E1941"/>
    <w:rsid w:val="003E2FE6"/>
    <w:rsid w:val="003E49D5"/>
    <w:rsid w:val="003E6826"/>
    <w:rsid w:val="003F205D"/>
    <w:rsid w:val="003F38C0"/>
    <w:rsid w:val="00414E3C"/>
    <w:rsid w:val="0042244A"/>
    <w:rsid w:val="0042745A"/>
    <w:rsid w:val="00431D5C"/>
    <w:rsid w:val="004329AC"/>
    <w:rsid w:val="004362C6"/>
    <w:rsid w:val="00437FA2"/>
    <w:rsid w:val="00445970"/>
    <w:rsid w:val="00461EFC"/>
    <w:rsid w:val="004652C2"/>
    <w:rsid w:val="00465372"/>
    <w:rsid w:val="004706D1"/>
    <w:rsid w:val="00471326"/>
    <w:rsid w:val="0047598D"/>
    <w:rsid w:val="004840FD"/>
    <w:rsid w:val="00490F7D"/>
    <w:rsid w:val="00491678"/>
    <w:rsid w:val="004968E2"/>
    <w:rsid w:val="004A16B5"/>
    <w:rsid w:val="004A3EEA"/>
    <w:rsid w:val="004A4D1F"/>
    <w:rsid w:val="004D5282"/>
    <w:rsid w:val="004F1551"/>
    <w:rsid w:val="004F55A3"/>
    <w:rsid w:val="0050496F"/>
    <w:rsid w:val="00506E96"/>
    <w:rsid w:val="00513B6F"/>
    <w:rsid w:val="00517C63"/>
    <w:rsid w:val="005363C4"/>
    <w:rsid w:val="00536BDE"/>
    <w:rsid w:val="00543ACC"/>
    <w:rsid w:val="00546E19"/>
    <w:rsid w:val="0056696D"/>
    <w:rsid w:val="00592E4B"/>
    <w:rsid w:val="0059484D"/>
    <w:rsid w:val="005A0855"/>
    <w:rsid w:val="005A0A30"/>
    <w:rsid w:val="005A3196"/>
    <w:rsid w:val="005B4BE7"/>
    <w:rsid w:val="005C080F"/>
    <w:rsid w:val="005C55E5"/>
    <w:rsid w:val="005C696A"/>
    <w:rsid w:val="005D1F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45B"/>
    <w:rsid w:val="00763BF1"/>
    <w:rsid w:val="00766FD4"/>
    <w:rsid w:val="007778D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69D"/>
    <w:rsid w:val="007F4155"/>
    <w:rsid w:val="0081554D"/>
    <w:rsid w:val="0081707E"/>
    <w:rsid w:val="008449B3"/>
    <w:rsid w:val="008528C5"/>
    <w:rsid w:val="008552A2"/>
    <w:rsid w:val="0085747A"/>
    <w:rsid w:val="00884922"/>
    <w:rsid w:val="00885F64"/>
    <w:rsid w:val="008917F9"/>
    <w:rsid w:val="008A45F7"/>
    <w:rsid w:val="008B014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D97"/>
    <w:rsid w:val="00974847"/>
    <w:rsid w:val="0098200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B6E"/>
    <w:rsid w:val="00A11CC7"/>
    <w:rsid w:val="00A155EE"/>
    <w:rsid w:val="00A17D61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FC1"/>
    <w:rsid w:val="00AD1146"/>
    <w:rsid w:val="00AD27D3"/>
    <w:rsid w:val="00AD66D6"/>
    <w:rsid w:val="00AE1160"/>
    <w:rsid w:val="00AE203C"/>
    <w:rsid w:val="00AE2E74"/>
    <w:rsid w:val="00AE5FCB"/>
    <w:rsid w:val="00AF2C1E"/>
    <w:rsid w:val="00AF46FA"/>
    <w:rsid w:val="00AF5BEF"/>
    <w:rsid w:val="00AF71FD"/>
    <w:rsid w:val="00B00B7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4109"/>
    <w:rsid w:val="00C058B4"/>
    <w:rsid w:val="00C05F44"/>
    <w:rsid w:val="00C131B5"/>
    <w:rsid w:val="00C16ABF"/>
    <w:rsid w:val="00C170AE"/>
    <w:rsid w:val="00C256CA"/>
    <w:rsid w:val="00C26CB7"/>
    <w:rsid w:val="00C324C1"/>
    <w:rsid w:val="00C36992"/>
    <w:rsid w:val="00C56036"/>
    <w:rsid w:val="00C61DC5"/>
    <w:rsid w:val="00C67E92"/>
    <w:rsid w:val="00C70A26"/>
    <w:rsid w:val="00C766DF"/>
    <w:rsid w:val="00C853D3"/>
    <w:rsid w:val="00C87F9E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44C"/>
    <w:rsid w:val="00D17C3C"/>
    <w:rsid w:val="00D21D1A"/>
    <w:rsid w:val="00D26B2C"/>
    <w:rsid w:val="00D352C9"/>
    <w:rsid w:val="00D425B2"/>
    <w:rsid w:val="00D428D6"/>
    <w:rsid w:val="00D552B2"/>
    <w:rsid w:val="00D55D17"/>
    <w:rsid w:val="00D608D1"/>
    <w:rsid w:val="00D74119"/>
    <w:rsid w:val="00D8075B"/>
    <w:rsid w:val="00D8678B"/>
    <w:rsid w:val="00DA14A4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169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BC6"/>
    <w:rsid w:val="00F06E41"/>
    <w:rsid w:val="00F070AB"/>
    <w:rsid w:val="00F17567"/>
    <w:rsid w:val="00F27A7B"/>
    <w:rsid w:val="00F45E7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6A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601E8"/>
  <w15:docId w15:val="{E6D52C2A-77DD-4A2F-80BF-2FFD6D17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2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329517-CF0D-4D47-85E0-3C5067BCBB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35BE23-3DD8-4522-84E0-47CA0A535B63}"/>
</file>

<file path=customXml/itemProps3.xml><?xml version="1.0" encoding="utf-8"?>
<ds:datastoreItem xmlns:ds="http://schemas.openxmlformats.org/officeDocument/2006/customXml" ds:itemID="{48699729-AB98-4ECA-BF33-5367B0B579B2}"/>
</file>

<file path=customXml/itemProps4.xml><?xml version="1.0" encoding="utf-8"?>
<ds:datastoreItem xmlns:ds="http://schemas.openxmlformats.org/officeDocument/2006/customXml" ds:itemID="{4A8EE95C-1DE5-43AC-A8C2-9E4E4778C1D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615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Użytkownik systemu Windows</cp:lastModifiedBy>
  <cp:revision>8</cp:revision>
  <cp:lastPrinted>2020-11-09T14:48:00Z</cp:lastPrinted>
  <dcterms:created xsi:type="dcterms:W3CDTF">2020-11-12T09:49:00Z</dcterms:created>
  <dcterms:modified xsi:type="dcterms:W3CDTF">2021-10-02T12:59:00Z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